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5257">
        <w:rPr>
          <w:rFonts w:ascii="Arial" w:hAnsi="Arial" w:cs="Arial"/>
          <w:b/>
          <w:caps/>
          <w:sz w:val="28"/>
          <w:szCs w:val="28"/>
        </w:rPr>
        <w:t>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7525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75257">
              <w:rPr>
                <w:rFonts w:ascii="Arial" w:hAnsi="Arial" w:cs="Arial"/>
                <w:sz w:val="20"/>
                <w:szCs w:val="20"/>
              </w:rPr>
              <w:t>À EDP, solicitando a poda de árvore existente na Rua Maria Eugênia Barbosa Moreira, no Jardim das Indústrias,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75257" w:rsidRPr="00275257">
        <w:rPr>
          <w:rFonts w:ascii="Arial" w:hAnsi="Arial" w:cs="Arial"/>
        </w:rPr>
        <w:t>à EDP</w:t>
      </w:r>
      <w:bookmarkStart w:id="0" w:name="_GoBack"/>
      <w:bookmarkEnd w:id="0"/>
      <w:r w:rsidR="00275257" w:rsidRPr="00275257">
        <w:rPr>
          <w:rFonts w:ascii="Arial" w:hAnsi="Arial" w:cs="Arial"/>
        </w:rPr>
        <w:t xml:space="preserve"> solicitando a poda de árvore existente na Rua Maria Eugênia Barbosa Moreira, no Jardim das Indústrias, neste Município.</w:t>
      </w:r>
    </w:p>
    <w:p w:rsidR="00275257" w:rsidRPr="00691CF5" w:rsidRDefault="00275257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os galhos da referida árvore estão entrelaçados à rede elétrica, podendo ocasionar a interrupção do fornecimento de energia.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275257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275257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75257">
        <w:rPr>
          <w:rFonts w:ascii="Arial" w:hAnsi="Arial" w:cs="Arial"/>
        </w:rPr>
        <w:t>4 de abril de 2018.</w:t>
      </w:r>
    </w:p>
    <w:p w:rsidR="00275257" w:rsidRDefault="0027525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75257" w:rsidRDefault="0027525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75257" w:rsidRDefault="0027525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75257" w:rsidRPr="00A34F2C" w:rsidRDefault="0027525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75257" w:rsidRDefault="0027525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75257" w:rsidRDefault="0027525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75257" w:rsidRPr="00A34F2C" w:rsidRDefault="00275257" w:rsidP="00E05DD5">
      <w:pPr>
        <w:jc w:val="center"/>
        <w:rPr>
          <w:rFonts w:ascii="Arial" w:hAnsi="Arial" w:cs="Arial"/>
        </w:rPr>
      </w:pPr>
    </w:p>
    <w:sectPr w:rsidR="0027525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DB9" w:rsidRDefault="00BB1DB9">
      <w:r>
        <w:separator/>
      </w:r>
    </w:p>
  </w:endnote>
  <w:endnote w:type="continuationSeparator" w:id="0">
    <w:p w:rsidR="00BB1DB9" w:rsidRDefault="00BB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DB9" w:rsidRDefault="00BB1DB9">
      <w:r>
        <w:separator/>
      </w:r>
    </w:p>
  </w:footnote>
  <w:footnote w:type="continuationSeparator" w:id="0">
    <w:p w:rsidR="00BB1DB9" w:rsidRDefault="00BB1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8C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75257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031D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18C2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1DB9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8294D-FED6-44A5-8057-887CD376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2018-04-02T13:15:00Z</cp:lastPrinted>
  <dcterms:created xsi:type="dcterms:W3CDTF">2018-03-29T18:28:00Z</dcterms:created>
  <dcterms:modified xsi:type="dcterms:W3CDTF">2018-04-02T13:15:00Z</dcterms:modified>
</cp:coreProperties>
</file>